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6E4" w:rsidRDefault="004846E4" w:rsidP="006A6AC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Nagy </w:t>
      </w:r>
      <w:proofErr w:type="spellStart"/>
      <w:r>
        <w:rPr>
          <w:rFonts w:ascii="Times New Roman" w:hAnsi="Times New Roman" w:cs="Times New Roman"/>
          <w:lang w:val="en-US"/>
        </w:rPr>
        <w:t>Schupler</w:t>
      </w:r>
      <w:proofErr w:type="spellEnd"/>
      <w:r>
        <w:rPr>
          <w:rFonts w:ascii="Times New Roman" w:hAnsi="Times New Roman" w:cs="Times New Roman"/>
          <w:lang w:val="en-US"/>
        </w:rPr>
        <w:t xml:space="preserve"> Sandra Georgia</w:t>
      </w:r>
      <w:r>
        <w:rPr>
          <w:rFonts w:ascii="Times New Roman" w:hAnsi="Times New Roman" w:cs="Times New Roman"/>
          <w:lang w:val="en-US"/>
        </w:rPr>
        <w:tab/>
      </w:r>
    </w:p>
    <w:p w:rsidR="00486EDE" w:rsidRDefault="004846E4" w:rsidP="00486EDE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Nagy </w:t>
      </w:r>
      <w:proofErr w:type="spellStart"/>
      <w:r>
        <w:rPr>
          <w:rFonts w:ascii="Times New Roman" w:hAnsi="Times New Roman" w:cs="Times New Roman"/>
          <w:lang w:val="en-US"/>
        </w:rPr>
        <w:t>Schupler</w:t>
      </w:r>
      <w:proofErr w:type="spellEnd"/>
      <w:r>
        <w:rPr>
          <w:rFonts w:ascii="Times New Roman" w:hAnsi="Times New Roman" w:cs="Times New Roman"/>
          <w:lang w:val="en-US"/>
        </w:rPr>
        <w:t xml:space="preserve"> Patricia </w:t>
      </w:r>
      <w:proofErr w:type="spellStart"/>
      <w:r>
        <w:rPr>
          <w:rFonts w:ascii="Times New Roman" w:hAnsi="Times New Roman" w:cs="Times New Roman"/>
          <w:lang w:val="en-US"/>
        </w:rPr>
        <w:t>Ramona</w:t>
      </w:r>
      <w:r w:rsidR="00486EDE">
        <w:rPr>
          <w:rFonts w:ascii="Times New Roman" w:hAnsi="Times New Roman" w:cs="Times New Roman"/>
          <w:lang w:val="en-US"/>
        </w:rPr>
        <w:t>F</w:t>
      </w:r>
      <w:proofErr w:type="spellEnd"/>
    </w:p>
    <w:p w:rsidR="006A6AC0" w:rsidRDefault="00486EDE" w:rsidP="00650483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Fisa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colectiva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instructaj</w:t>
      </w:r>
      <w:proofErr w:type="spellEnd"/>
    </w:p>
    <w:p w:rsidR="00486EDE" w:rsidRDefault="00486EDE" w:rsidP="00650483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Laboratorul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informatica</w:t>
      </w:r>
      <w:proofErr w:type="spellEnd"/>
    </w:p>
    <w:p w:rsidR="00486EDE" w:rsidRDefault="00486EDE" w:rsidP="006A6AC0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486EDE" w:rsidRDefault="00486EDE" w:rsidP="006A6AC0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486EDE" w:rsidRPr="004419C2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Mă</w:t>
      </w:r>
      <w:proofErr w:type="spellEnd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>oblig</w:t>
      </w:r>
      <w:proofErr w:type="spellEnd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proofErr w:type="gramEnd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:  -respect </w:t>
      </w:r>
      <w:proofErr w:type="spellStart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>normele</w:t>
      </w:r>
      <w:proofErr w:type="spellEnd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  <w:r w:rsidR="00673C27" w:rsidRPr="004419C2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673C27" w:rsidRPr="004419C2" w:rsidRDefault="00673C27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Anunt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starea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inceputul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orei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73C27" w:rsidRPr="004419C2" w:rsidRDefault="00673C27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Pastrez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atribut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sis a respect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tematica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orei</w:t>
      </w:r>
      <w:proofErr w:type="spellEnd"/>
    </w:p>
    <w:p w:rsidR="00673C27" w:rsidRPr="004419C2" w:rsidRDefault="00673C27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Raspund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buna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functionare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calculatorului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parcursul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orei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predau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calculatorul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in stare de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functionare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06E9" w:rsidRPr="004419C2">
        <w:rPr>
          <w:rFonts w:ascii="Times New Roman" w:hAnsi="Times New Roman" w:cs="Times New Roman"/>
          <w:sz w:val="24"/>
          <w:szCs w:val="24"/>
          <w:lang w:val="en-US"/>
        </w:rPr>
        <w:t>normal</w:t>
      </w:r>
    </w:p>
    <w:p w:rsidR="00E306E9" w:rsidRPr="004419C2" w:rsidRDefault="00E306E9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Nu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modific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calcul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punc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soft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hard </w:t>
      </w:r>
    </w:p>
    <w:p w:rsidR="00E306E9" w:rsidRPr="004419C2" w:rsidRDefault="00E306E9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Eventuale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daune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modificari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produse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fi remediate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suportate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tabelului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reparatie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</w:p>
    <w:p w:rsidR="00650483" w:rsidRPr="004419C2" w:rsidRDefault="00650483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gram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evit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contact, cu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instalatiile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electrice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evita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pericolul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accidentelor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eletrocutare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deteriorarea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echipamentelor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</w:p>
    <w:p w:rsidR="00650483" w:rsidRPr="004419C2" w:rsidRDefault="00650483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gram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deteriorez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lovire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echipamentele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mobilierul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</w:p>
    <w:p w:rsidR="00650483" w:rsidRPr="004419C2" w:rsidRDefault="00650483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gram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fac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insemne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carcasele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echipamentelor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mobilier</w:t>
      </w:r>
      <w:proofErr w:type="spellEnd"/>
    </w:p>
    <w:p w:rsidR="00650483" w:rsidRPr="004419C2" w:rsidRDefault="00650483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A28F3" w:rsidRPr="004419C2" w:rsidRDefault="00650483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Se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interzic</w:t>
      </w:r>
      <w:proofErr w:type="spellEnd"/>
      <w:r w:rsidR="003A28F3" w:rsidRPr="004419C2">
        <w:rPr>
          <w:rFonts w:ascii="Times New Roman" w:hAnsi="Times New Roman" w:cs="Times New Roman"/>
          <w:sz w:val="24"/>
          <w:szCs w:val="24"/>
          <w:lang w:val="en-US"/>
        </w:rPr>
        <w:t>: -</w:t>
      </w:r>
      <w:proofErr w:type="spellStart"/>
      <w:r w:rsidR="003A28F3" w:rsidRPr="004419C2">
        <w:rPr>
          <w:rFonts w:ascii="Times New Roman" w:hAnsi="Times New Roman" w:cs="Times New Roman"/>
          <w:sz w:val="24"/>
          <w:szCs w:val="24"/>
          <w:lang w:val="en-US"/>
        </w:rPr>
        <w:t>transferul</w:t>
      </w:r>
      <w:proofErr w:type="spellEnd"/>
      <w:r w:rsidR="003A28F3"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A28F3" w:rsidRPr="004419C2">
        <w:rPr>
          <w:rFonts w:ascii="Times New Roman" w:hAnsi="Times New Roman" w:cs="Times New Roman"/>
          <w:sz w:val="24"/>
          <w:szCs w:val="24"/>
          <w:lang w:val="en-US"/>
        </w:rPr>
        <w:t>fisiere</w:t>
      </w:r>
      <w:proofErr w:type="spellEnd"/>
      <w:r w:rsidR="003A28F3"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3A28F3" w:rsidRPr="004419C2">
        <w:rPr>
          <w:rFonts w:ascii="Times New Roman" w:hAnsi="Times New Roman" w:cs="Times New Roman"/>
          <w:sz w:val="24"/>
          <w:szCs w:val="24"/>
          <w:lang w:val="en-US"/>
        </w:rPr>
        <w:t>retea</w:t>
      </w:r>
      <w:proofErr w:type="spellEnd"/>
      <w:r w:rsidR="003A28F3" w:rsidRPr="004419C2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A28F3" w:rsidRPr="004419C2" w:rsidRDefault="003A28F3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server</w:t>
      </w:r>
    </w:p>
    <w:p w:rsidR="004419C2" w:rsidRPr="004419C2" w:rsidRDefault="003A28F3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aplicatii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decat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folosite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ora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</w:p>
    <w:p w:rsidR="00650483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Manevra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cablurilor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419C2">
        <w:rPr>
          <w:rFonts w:ascii="Times New Roman" w:hAnsi="Times New Roman" w:cs="Times New Roman"/>
          <w:sz w:val="24"/>
          <w:szCs w:val="24"/>
          <w:lang w:val="en-US"/>
        </w:rPr>
        <w:t>retea</w:t>
      </w:r>
      <w:proofErr w:type="spellEnd"/>
      <w:r w:rsidRPr="004419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419C2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Stergerea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informatilor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acordul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îndrumatorilor</w:t>
      </w:r>
      <w:proofErr w:type="spellEnd"/>
    </w:p>
    <w:p w:rsidR="004419C2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Consumul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alimentatie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419C2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Aducerea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afara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unitatilor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memorie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folosite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419C2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419C2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419C2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419C2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419C2" w:rsidRDefault="004419C2" w:rsidP="006A6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419C2" w:rsidRDefault="004419C2" w:rsidP="00441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Comportamentul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laboratorul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informatica</w:t>
      </w:r>
      <w:proofErr w:type="spellEnd"/>
    </w:p>
    <w:p w:rsidR="004419C2" w:rsidRDefault="004419C2" w:rsidP="00441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419C2" w:rsidRDefault="004419C2" w:rsidP="00441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419C2" w:rsidRDefault="004419C2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Accesul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face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profesorului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acordul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419C2" w:rsidRDefault="004419C2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Calculatoarele</w:t>
      </w:r>
      <w:proofErr w:type="gramStart"/>
      <w:r w:rsidR="00CC0DA0">
        <w:rPr>
          <w:rFonts w:ascii="Times New Roman" w:hAnsi="Times New Roman" w:cs="Times New Roman"/>
          <w:sz w:val="24"/>
          <w:szCs w:val="24"/>
          <w:lang w:val="en-US"/>
        </w:rPr>
        <w:t>,mobilierul</w:t>
      </w:r>
      <w:proofErr w:type="spellEnd"/>
      <w:proofErr w:type="gramEnd"/>
      <w:r w:rsidR="00CC0D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DA0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CC0D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DA0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="00CC0D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DA0">
        <w:rPr>
          <w:rFonts w:ascii="Times New Roman" w:hAnsi="Times New Roman" w:cs="Times New Roman"/>
          <w:sz w:val="24"/>
          <w:szCs w:val="24"/>
          <w:lang w:val="en-US"/>
        </w:rPr>
        <w:t>dispozitive</w:t>
      </w:r>
      <w:proofErr w:type="spellEnd"/>
      <w:r w:rsidR="00CC0DA0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CC0DA0"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  <w:r w:rsidR="00CC0DA0">
        <w:rPr>
          <w:rFonts w:ascii="Times New Roman" w:hAnsi="Times New Roman" w:cs="Times New Roman"/>
          <w:sz w:val="24"/>
          <w:szCs w:val="24"/>
          <w:lang w:val="en-US"/>
        </w:rPr>
        <w:t xml:space="preserve">, nu se </w:t>
      </w:r>
      <w:proofErr w:type="spellStart"/>
      <w:r w:rsidR="00CC0DA0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="00CC0D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DA0">
        <w:rPr>
          <w:rFonts w:ascii="Times New Roman" w:hAnsi="Times New Roman" w:cs="Times New Roman"/>
          <w:sz w:val="24"/>
          <w:szCs w:val="24"/>
          <w:lang w:val="en-US"/>
        </w:rPr>
        <w:t>muta</w:t>
      </w:r>
      <w:proofErr w:type="spellEnd"/>
      <w:r w:rsidR="00CC0D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C0DA0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CC0DA0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="00CC0DA0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="00CC0DA0">
        <w:rPr>
          <w:rFonts w:ascii="Times New Roman" w:hAnsi="Times New Roman" w:cs="Times New Roman"/>
          <w:sz w:val="24"/>
          <w:szCs w:val="24"/>
          <w:lang w:val="en-US"/>
        </w:rPr>
        <w:t xml:space="preserve"> fi deteriorate </w:t>
      </w:r>
    </w:p>
    <w:p w:rsidR="00CC0DA0" w:rsidRDefault="00CC0DA0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Nu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demonta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prizele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prelungitoarele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aparatura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electrica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C0DA0" w:rsidRDefault="00CC0DA0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Nu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introduce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lichide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deoarece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varsarea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dispozitive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pot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deteriora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C0DA0" w:rsidRDefault="00CC0DA0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Nu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permis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accesul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comportamentele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interne ale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calculatorului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C0DA0" w:rsidRDefault="00CC0DA0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constatarii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defectiuni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nereguli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</w:t>
      </w:r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dispozitivele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care le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utilizez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vei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anunţa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imediat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profesorul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fara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interveni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proprie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60FF5">
        <w:rPr>
          <w:rFonts w:ascii="Times New Roman" w:hAnsi="Times New Roman" w:cs="Times New Roman"/>
          <w:sz w:val="24"/>
          <w:szCs w:val="24"/>
          <w:lang w:val="en-US"/>
        </w:rPr>
        <w:t>iniţiativa</w:t>
      </w:r>
      <w:proofErr w:type="spellEnd"/>
      <w:r w:rsidR="00060F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60FF5" w:rsidRDefault="00060FF5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Este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interzisa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afara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impuse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</w:t>
      </w:r>
      <w:r w:rsidR="00B07C94">
        <w:rPr>
          <w:rFonts w:ascii="Times New Roman" w:hAnsi="Times New Roman" w:cs="Times New Roman"/>
          <w:sz w:val="24"/>
          <w:szCs w:val="24"/>
          <w:lang w:val="en-US"/>
        </w:rPr>
        <w:t>tinutului</w:t>
      </w:r>
      <w:proofErr w:type="spellEnd"/>
      <w:r w:rsidR="00B07C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07C94">
        <w:rPr>
          <w:rFonts w:ascii="Times New Roman" w:hAnsi="Times New Roman" w:cs="Times New Roman"/>
          <w:sz w:val="24"/>
          <w:szCs w:val="24"/>
          <w:lang w:val="en-US"/>
        </w:rPr>
        <w:t>disciplinei</w:t>
      </w:r>
      <w:proofErr w:type="spellEnd"/>
      <w:r w:rsidR="00B07C94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07C94">
        <w:rPr>
          <w:rFonts w:ascii="Times New Roman" w:hAnsi="Times New Roman" w:cs="Times New Roman"/>
          <w:sz w:val="24"/>
          <w:szCs w:val="24"/>
          <w:lang w:val="en-US"/>
        </w:rPr>
        <w:t>studiu</w:t>
      </w:r>
      <w:proofErr w:type="spellEnd"/>
      <w:r w:rsidR="00B07C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07C94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B07C94">
        <w:rPr>
          <w:rFonts w:ascii="Times New Roman" w:hAnsi="Times New Roman" w:cs="Times New Roman"/>
          <w:sz w:val="24"/>
          <w:szCs w:val="24"/>
          <w:lang w:val="en-US"/>
        </w:rPr>
        <w:t xml:space="preserve"> indicate de </w:t>
      </w:r>
      <w:proofErr w:type="spellStart"/>
      <w:r w:rsidR="00B07C94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="00B07C9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07C94" w:rsidRDefault="00B07C94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C94" w:rsidRDefault="00B07C94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C94" w:rsidRDefault="00B07C94" w:rsidP="00441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7C94" w:rsidRDefault="00B07C94" w:rsidP="00B07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Poziţia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corecta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corpului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calculator</w:t>
      </w:r>
    </w:p>
    <w:p w:rsidR="00B07C94" w:rsidRDefault="00B07C94" w:rsidP="00B07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07C94" w:rsidRDefault="00B07C94" w:rsidP="00B07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07C94" w:rsidRDefault="00B07C94" w:rsidP="00B07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Tine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spatele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drept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341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lipit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spatarul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scaunului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,capul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drept,coatele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relaxate,paralele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corpul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picioarele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!</w:t>
      </w:r>
      <w:bookmarkStart w:id="0" w:name="_GoBack"/>
      <w:bookmarkEnd w:id="0"/>
    </w:p>
    <w:p w:rsidR="00B07C94" w:rsidRDefault="00B07C94" w:rsidP="00B07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departat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faţă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incat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braţul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întins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atingă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spellEnd"/>
    </w:p>
    <w:p w:rsidR="00415352" w:rsidRDefault="00415352" w:rsidP="00B07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Tastatura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asezata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distanta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10-15cm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marginea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biroului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decat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,astfel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incat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coltul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fie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drept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15352" w:rsidRDefault="00415352" w:rsidP="00B07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Scaunul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biroul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aiba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inaltime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reglabila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15352" w:rsidRDefault="00415352" w:rsidP="00B07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Mouse-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plasat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regula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tastatura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folosesti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misca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bratul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intregimul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nu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incheietura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mainii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15352" w:rsidRDefault="00415352" w:rsidP="00B07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Sursa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lumina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folosita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dictionata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monitor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tine,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lumina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dreapta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ta</w:t>
      </w:r>
    </w:p>
    <w:p w:rsidR="00415352" w:rsidRDefault="00415352" w:rsidP="00B07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Elimina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sursele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zgomot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folosind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castile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audio,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necesar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15352" w:rsidRDefault="00415352" w:rsidP="00B07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086F" w:rsidRPr="00C34138" w:rsidRDefault="0087086F" w:rsidP="00B07C9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Ergonomia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proofErr w:type="gram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este</w:t>
      </w:r>
      <w:proofErr w:type="spellEnd"/>
      <w:proofErr w:type="gram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disciplina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care se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ocupa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cu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studiul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si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organizarea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spatiului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de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lucru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astfel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incat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corpul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uman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, in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timpul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lucrului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,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sa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simta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oboseala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cat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mai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putin</w:t>
      </w:r>
      <w:proofErr w:type="spellEnd"/>
      <w:r w:rsidRPr="00C34138">
        <w:rPr>
          <w:rFonts w:ascii="Times New Roman" w:hAnsi="Times New Roman" w:cs="Times New Roman"/>
          <w:color w:val="FF0000"/>
          <w:sz w:val="24"/>
          <w:szCs w:val="24"/>
          <w:lang w:val="en-US"/>
        </w:rPr>
        <w:t>.</w:t>
      </w:r>
    </w:p>
    <w:sectPr w:rsidR="0087086F" w:rsidRPr="00C34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6E4"/>
    <w:rsid w:val="00060FF5"/>
    <w:rsid w:val="003A28F3"/>
    <w:rsid w:val="00415352"/>
    <w:rsid w:val="00441928"/>
    <w:rsid w:val="004419C2"/>
    <w:rsid w:val="004846E4"/>
    <w:rsid w:val="00486EDE"/>
    <w:rsid w:val="00650483"/>
    <w:rsid w:val="00673C27"/>
    <w:rsid w:val="006A6AC0"/>
    <w:rsid w:val="00803795"/>
    <w:rsid w:val="0087086F"/>
    <w:rsid w:val="00883A75"/>
    <w:rsid w:val="00B07C94"/>
    <w:rsid w:val="00C34138"/>
    <w:rsid w:val="00CC0DA0"/>
    <w:rsid w:val="00E3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79F6B-F73F-424F-A422-B6C0DC0B2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v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5BB98FA-AD6B-4367-8F22-469EC7350DD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1</Pages>
  <Words>427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2017-11-06T08:24:00Z</dcterms:created>
  <dcterms:modified xsi:type="dcterms:W3CDTF">2017-11-06T08:24:00Z</dcterms:modified>
</cp:coreProperties>
</file>